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069E85" w14:textId="77777777" w:rsidR="00515CC0" w:rsidRPr="00553E10" w:rsidRDefault="00553E10">
      <w:pPr>
        <w:rPr>
          <w:b/>
          <w:sz w:val="28"/>
          <w:szCs w:val="28"/>
        </w:rPr>
      </w:pPr>
      <w:r w:rsidRPr="00553E10">
        <w:rPr>
          <w:b/>
          <w:sz w:val="28"/>
          <w:szCs w:val="28"/>
        </w:rPr>
        <w:t xml:space="preserve">SAE - Illustration - </w:t>
      </w:r>
      <w:r w:rsidR="00353310" w:rsidRPr="00553E10">
        <w:rPr>
          <w:b/>
          <w:sz w:val="28"/>
          <w:szCs w:val="28"/>
        </w:rPr>
        <w:t>Studio Application</w:t>
      </w:r>
    </w:p>
    <w:p w14:paraId="330B16B8" w14:textId="77777777" w:rsidR="00C37F5D" w:rsidRDefault="00C37F5D" w:rsidP="00553E10">
      <w:pPr>
        <w:rPr>
          <w:b/>
        </w:rPr>
      </w:pPr>
      <w:bookmarkStart w:id="0" w:name="_GoBack"/>
      <w:bookmarkEnd w:id="0"/>
    </w:p>
    <w:p w14:paraId="5CAFB033" w14:textId="77777777" w:rsidR="00553E10" w:rsidRDefault="00553E10" w:rsidP="00553E10">
      <w:r w:rsidRPr="003B281A">
        <w:rPr>
          <w:b/>
        </w:rPr>
        <w:t>Objective</w:t>
      </w:r>
      <w:r>
        <w:t xml:space="preserve"> – using the principles of design and effective illustration create a pro-reading poster to encourage reading in the lower school</w:t>
      </w:r>
    </w:p>
    <w:p w14:paraId="5B0772B6" w14:textId="77777777" w:rsidR="00553E10" w:rsidRDefault="00553E10" w:rsidP="00553E10"/>
    <w:p w14:paraId="47C89652" w14:textId="77777777" w:rsidR="00553E10" w:rsidRDefault="00553E10" w:rsidP="00553E10">
      <w:r w:rsidRPr="003B281A">
        <w:rPr>
          <w:b/>
          <w:color w:val="993366"/>
        </w:rPr>
        <w:t>New Skills</w:t>
      </w:r>
      <w:r>
        <w:t xml:space="preserve"> – using pen and ink and watercolors or colored pencils </w:t>
      </w:r>
    </w:p>
    <w:p w14:paraId="753B9856" w14:textId="77777777" w:rsidR="00553E10" w:rsidRDefault="00553E10" w:rsidP="00553E10"/>
    <w:p w14:paraId="0A4FFF33" w14:textId="77777777" w:rsidR="00553E10" w:rsidRDefault="00553E10" w:rsidP="00553E10"/>
    <w:p w14:paraId="39FE06FE" w14:textId="77777777" w:rsidR="00F74174" w:rsidRDefault="00F74174" w:rsidP="00F74174">
      <w:r>
        <w:rPr>
          <w:rFonts w:ascii="Arial" w:hAnsi="Arial" w:cs="Arial"/>
        </w:rPr>
        <w:t>Illustrations, as our text tells us on p.35, are meant:</w:t>
      </w:r>
      <w:r>
        <w:t xml:space="preserve"> </w:t>
      </w:r>
    </w:p>
    <w:p w14:paraId="615F1257" w14:textId="77777777" w:rsidR="00F74174" w:rsidRDefault="00F74174" w:rsidP="00F74174">
      <w:pPr>
        <w:numPr>
          <w:ilvl w:val="0"/>
          <w:numId w:val="3"/>
        </w:numPr>
        <w:spacing w:before="100" w:beforeAutospacing="1" w:after="100" w:afterAutospacing="1"/>
      </w:pPr>
      <w:proofErr w:type="gramStart"/>
      <w:r>
        <w:rPr>
          <w:rFonts w:ascii="Arial" w:hAnsi="Arial" w:cs="Arial"/>
        </w:rPr>
        <w:t>to</w:t>
      </w:r>
      <w:proofErr w:type="gramEnd"/>
      <w:r>
        <w:rPr>
          <w:rFonts w:ascii="Arial" w:hAnsi="Arial" w:cs="Arial"/>
        </w:rPr>
        <w:t xml:space="preserve"> delight</w:t>
      </w:r>
      <w:r>
        <w:t xml:space="preserve"> </w:t>
      </w:r>
    </w:p>
    <w:p w14:paraId="174F8C2B" w14:textId="77777777" w:rsidR="00F74174" w:rsidRDefault="00F74174" w:rsidP="00F74174">
      <w:pPr>
        <w:numPr>
          <w:ilvl w:val="0"/>
          <w:numId w:val="3"/>
        </w:numPr>
        <w:spacing w:before="100" w:beforeAutospacing="1" w:after="100" w:afterAutospacing="1"/>
      </w:pPr>
      <w:proofErr w:type="gramStart"/>
      <w:r>
        <w:rPr>
          <w:rFonts w:ascii="Arial" w:hAnsi="Arial" w:cs="Arial"/>
        </w:rPr>
        <w:t>to</w:t>
      </w:r>
      <w:proofErr w:type="gramEnd"/>
      <w:r>
        <w:rPr>
          <w:rFonts w:ascii="Arial" w:hAnsi="Arial" w:cs="Arial"/>
        </w:rPr>
        <w:t xml:space="preserve"> capture attention</w:t>
      </w:r>
      <w:r>
        <w:t xml:space="preserve"> </w:t>
      </w:r>
    </w:p>
    <w:p w14:paraId="61C10B10" w14:textId="77777777" w:rsidR="00F74174" w:rsidRDefault="00F74174" w:rsidP="00F74174">
      <w:pPr>
        <w:numPr>
          <w:ilvl w:val="0"/>
          <w:numId w:val="3"/>
        </w:numPr>
        <w:spacing w:before="100" w:beforeAutospacing="1" w:after="100" w:afterAutospacing="1"/>
      </w:pPr>
      <w:proofErr w:type="gramStart"/>
      <w:r>
        <w:rPr>
          <w:rFonts w:ascii="Arial" w:hAnsi="Arial" w:cs="Arial"/>
        </w:rPr>
        <w:t>to</w:t>
      </w:r>
      <w:proofErr w:type="gramEnd"/>
      <w:r>
        <w:rPr>
          <w:rFonts w:ascii="Arial" w:hAnsi="Arial" w:cs="Arial"/>
        </w:rPr>
        <w:t xml:space="preserve"> tell a story</w:t>
      </w:r>
      <w:r>
        <w:t xml:space="preserve"> </w:t>
      </w:r>
    </w:p>
    <w:p w14:paraId="45D23C8E" w14:textId="77777777" w:rsidR="00F74174" w:rsidRDefault="00F74174" w:rsidP="00F74174">
      <w:pPr>
        <w:numPr>
          <w:ilvl w:val="0"/>
          <w:numId w:val="3"/>
        </w:numPr>
        <w:spacing w:before="100" w:beforeAutospacing="1" w:after="100" w:afterAutospacing="1"/>
      </w:pPr>
      <w:proofErr w:type="gramStart"/>
      <w:r>
        <w:rPr>
          <w:rFonts w:ascii="Arial" w:hAnsi="Arial" w:cs="Arial"/>
        </w:rPr>
        <w:t>to</w:t>
      </w:r>
      <w:proofErr w:type="gramEnd"/>
      <w:r>
        <w:rPr>
          <w:rFonts w:ascii="Arial" w:hAnsi="Arial" w:cs="Arial"/>
        </w:rPr>
        <w:t xml:space="preserve"> teach a concept </w:t>
      </w:r>
      <w:r>
        <w:t xml:space="preserve"> </w:t>
      </w:r>
    </w:p>
    <w:p w14:paraId="2D69E1F6" w14:textId="77777777" w:rsidR="00F74174" w:rsidRDefault="00F74174" w:rsidP="00F74174">
      <w:pPr>
        <w:numPr>
          <w:ilvl w:val="0"/>
          <w:numId w:val="3"/>
        </w:numPr>
        <w:spacing w:before="100" w:beforeAutospacing="1" w:after="100" w:afterAutospacing="1"/>
      </w:pPr>
      <w:proofErr w:type="gramStart"/>
      <w:r>
        <w:rPr>
          <w:rFonts w:ascii="Arial" w:hAnsi="Arial" w:cs="Arial"/>
        </w:rPr>
        <w:t>to</w:t>
      </w:r>
      <w:proofErr w:type="gramEnd"/>
      <w:r>
        <w:rPr>
          <w:rFonts w:ascii="Arial" w:hAnsi="Arial" w:cs="Arial"/>
        </w:rPr>
        <w:t xml:space="preserve"> develop appreciation and awareness [of art] in children</w:t>
      </w:r>
      <w:r>
        <w:t xml:space="preserve"> </w:t>
      </w:r>
    </w:p>
    <w:p w14:paraId="520E740E" w14:textId="77777777" w:rsidR="00553E10" w:rsidRDefault="00553E10" w:rsidP="00553E10">
      <w:r>
        <w:t>In this project you will be designing a poster to encourage reading.  The lower school kids will be voting for the most visually effective posters.</w:t>
      </w:r>
    </w:p>
    <w:p w14:paraId="0F872730" w14:textId="77777777" w:rsidR="00553E10" w:rsidRDefault="00553E10" w:rsidP="00553E10"/>
    <w:p w14:paraId="4EF717B5" w14:textId="77777777" w:rsidR="00553E10" w:rsidRPr="003B281A" w:rsidRDefault="00553E10" w:rsidP="00553E10">
      <w:pPr>
        <w:rPr>
          <w:b/>
        </w:rPr>
      </w:pPr>
      <w:r>
        <w:rPr>
          <w:b/>
        </w:rPr>
        <w:t>Studio Prep</w:t>
      </w:r>
    </w:p>
    <w:p w14:paraId="7855483A" w14:textId="77777777" w:rsidR="00553E10" w:rsidRDefault="00553E10" w:rsidP="00553E10"/>
    <w:p w14:paraId="7AC0D23A" w14:textId="77777777" w:rsidR="00553E10" w:rsidRDefault="00553E10" w:rsidP="00553E10">
      <w:pPr>
        <w:ind w:left="360"/>
      </w:pPr>
      <w:r>
        <w:t xml:space="preserve">1.  </w:t>
      </w:r>
      <w:proofErr w:type="gramStart"/>
      <w:r>
        <w:t>develop</w:t>
      </w:r>
      <w:proofErr w:type="gramEnd"/>
      <w:r>
        <w:t xml:space="preserve"> your version of a famous storybook character – (ex. Your version of Jack in the Beanstalk) – </w:t>
      </w:r>
      <w:r w:rsidRPr="00D607BB">
        <w:rPr>
          <w:b/>
          <w:color w:val="0000FF"/>
        </w:rPr>
        <w:t>do at least 10 drawings</w:t>
      </w:r>
      <w:r>
        <w:t xml:space="preserve"> </w:t>
      </w:r>
    </w:p>
    <w:p w14:paraId="524DF055" w14:textId="77777777" w:rsidR="00553E10" w:rsidRDefault="00553E10" w:rsidP="00553E10"/>
    <w:p w14:paraId="1309D110" w14:textId="77777777" w:rsidR="00553E10" w:rsidRDefault="00553E10" w:rsidP="00553E10">
      <w:pPr>
        <w:numPr>
          <w:ilvl w:val="0"/>
          <w:numId w:val="2"/>
        </w:numPr>
        <w:rPr>
          <w:b/>
          <w:color w:val="0000FF"/>
        </w:rPr>
      </w:pPr>
      <w:proofErr w:type="gramStart"/>
      <w:r>
        <w:t>work</w:t>
      </w:r>
      <w:proofErr w:type="gramEnd"/>
      <w:r>
        <w:t xml:space="preserve"> out the composition of the overall poster, including the lettering – </w:t>
      </w:r>
      <w:r w:rsidRPr="003B281A">
        <w:rPr>
          <w:b/>
          <w:color w:val="0000FF"/>
        </w:rPr>
        <w:t>do at least 5 different versions</w:t>
      </w:r>
    </w:p>
    <w:p w14:paraId="7AA600AA" w14:textId="77777777" w:rsidR="00553E10" w:rsidRDefault="00553E10" w:rsidP="00553E10">
      <w:pPr>
        <w:rPr>
          <w:b/>
          <w:color w:val="0000FF"/>
        </w:rPr>
      </w:pPr>
    </w:p>
    <w:p w14:paraId="4D748041" w14:textId="77777777" w:rsidR="00553E10" w:rsidRPr="003B281A" w:rsidRDefault="00553E10" w:rsidP="00553E10">
      <w:pPr>
        <w:rPr>
          <w:b/>
        </w:rPr>
      </w:pPr>
      <w:r w:rsidRPr="003B281A">
        <w:rPr>
          <w:b/>
        </w:rPr>
        <w:t>Final Product</w:t>
      </w:r>
    </w:p>
    <w:p w14:paraId="09691941" w14:textId="77777777" w:rsidR="00553E10" w:rsidRPr="003B281A" w:rsidRDefault="00553E10" w:rsidP="00553E10">
      <w:pPr>
        <w:rPr>
          <w:b/>
        </w:rPr>
      </w:pPr>
    </w:p>
    <w:p w14:paraId="1FFA8BB6" w14:textId="77777777" w:rsidR="00553E10" w:rsidRDefault="00553E10" w:rsidP="00553E10">
      <w:r w:rsidRPr="003B281A">
        <w:t>Create your final poster using ink and watercolor or colored pencils.</w:t>
      </w:r>
      <w:r>
        <w:t xml:space="preserve">  Paper will be provided.</w:t>
      </w:r>
    </w:p>
    <w:p w14:paraId="69CE8853" w14:textId="77777777" w:rsidR="00553E10" w:rsidRDefault="00553E10" w:rsidP="00553E10"/>
    <w:p w14:paraId="3350D5BC" w14:textId="77777777" w:rsidR="00553E10" w:rsidRPr="00FD3A7E" w:rsidRDefault="00553E10" w:rsidP="00553E10">
      <w:pPr>
        <w:rPr>
          <w:b/>
          <w:color w:val="0000FF"/>
        </w:rPr>
      </w:pPr>
      <w:r w:rsidRPr="00FD3A7E">
        <w:rPr>
          <w:b/>
          <w:color w:val="0000FF"/>
        </w:rPr>
        <w:t xml:space="preserve">Make sure that it is clear </w:t>
      </w:r>
      <w:proofErr w:type="gramStart"/>
      <w:r w:rsidRPr="00FD3A7E">
        <w:rPr>
          <w:b/>
          <w:color w:val="0000FF"/>
        </w:rPr>
        <w:t>who</w:t>
      </w:r>
      <w:proofErr w:type="gramEnd"/>
      <w:r w:rsidRPr="00FD3A7E">
        <w:rPr>
          <w:b/>
          <w:color w:val="0000FF"/>
        </w:rPr>
        <w:t xml:space="preserve"> your character is.  You’ll probably use the information in the rest of the composition to help confirm this. (</w:t>
      </w:r>
      <w:proofErr w:type="gramStart"/>
      <w:r w:rsidRPr="00FD3A7E">
        <w:rPr>
          <w:b/>
          <w:color w:val="0000FF"/>
        </w:rPr>
        <w:t>for</w:t>
      </w:r>
      <w:proofErr w:type="gramEnd"/>
      <w:r w:rsidRPr="00FD3A7E">
        <w:rPr>
          <w:b/>
          <w:color w:val="0000FF"/>
        </w:rPr>
        <w:t xml:space="preserve"> ex. – if there are 7 dwarves </w:t>
      </w:r>
      <w:r>
        <w:rPr>
          <w:b/>
          <w:color w:val="0000FF"/>
        </w:rPr>
        <w:t>in your illustration the girl is</w:t>
      </w:r>
      <w:r w:rsidRPr="00FD3A7E">
        <w:rPr>
          <w:b/>
          <w:color w:val="0000FF"/>
        </w:rPr>
        <w:t xml:space="preserve"> probably Snow White).</w:t>
      </w:r>
    </w:p>
    <w:p w14:paraId="3F245142" w14:textId="77777777" w:rsidR="00553E10" w:rsidRPr="00FD3A7E" w:rsidRDefault="00553E10" w:rsidP="00553E10">
      <w:pPr>
        <w:rPr>
          <w:b/>
        </w:rPr>
      </w:pPr>
    </w:p>
    <w:p w14:paraId="6F4E2126" w14:textId="77777777" w:rsidR="00553E10" w:rsidRDefault="00553E10" w:rsidP="00553E10">
      <w:r>
        <w:rPr>
          <w:b/>
        </w:rPr>
        <w:t>Remember - you're trying to promote reading in a technological age!!!</w:t>
      </w:r>
    </w:p>
    <w:p w14:paraId="235A9648" w14:textId="77777777" w:rsidR="00553E10" w:rsidRDefault="00553E10" w:rsidP="00553E10"/>
    <w:p w14:paraId="65441C26" w14:textId="77777777" w:rsidR="00842CFC" w:rsidRPr="00842CFC" w:rsidRDefault="00842CFC" w:rsidP="00842CFC"/>
    <w:p w14:paraId="00F8CF66" w14:textId="77777777" w:rsidR="00842CFC" w:rsidRDefault="00842CFC" w:rsidP="00842CFC"/>
    <w:p w14:paraId="64393D9D" w14:textId="77777777" w:rsidR="00353310" w:rsidRDefault="00353310" w:rsidP="00842CFC">
      <w:pPr>
        <w:ind w:firstLine="720"/>
      </w:pPr>
    </w:p>
    <w:p w14:paraId="02FDADC5" w14:textId="77777777" w:rsidR="00842CFC" w:rsidRDefault="00842CFC" w:rsidP="00842CFC">
      <w:pPr>
        <w:ind w:firstLine="720"/>
      </w:pPr>
    </w:p>
    <w:p w14:paraId="59001590" w14:textId="77777777" w:rsidR="00842CFC" w:rsidRDefault="00842CFC" w:rsidP="00842CFC">
      <w:pPr>
        <w:ind w:firstLine="720"/>
      </w:pPr>
    </w:p>
    <w:p w14:paraId="73481B97" w14:textId="77777777" w:rsidR="00842CFC" w:rsidRDefault="00842CFC" w:rsidP="00842CFC">
      <w:pPr>
        <w:ind w:firstLine="720"/>
      </w:pPr>
    </w:p>
    <w:p w14:paraId="30575E60" w14:textId="77777777" w:rsidR="00842CFC" w:rsidRDefault="00842CFC" w:rsidP="00842CFC">
      <w:pPr>
        <w:ind w:firstLine="720"/>
      </w:pPr>
    </w:p>
    <w:p w14:paraId="22CC5FB8" w14:textId="77777777" w:rsidR="00842CFC" w:rsidRDefault="00842CFC" w:rsidP="00842CFC">
      <w:pPr>
        <w:ind w:firstLine="720"/>
      </w:pPr>
    </w:p>
    <w:p w14:paraId="1580DD54" w14:textId="77777777" w:rsidR="00842CFC" w:rsidRDefault="00842CFC" w:rsidP="00842CFC">
      <w:pPr>
        <w:ind w:firstLine="720"/>
      </w:pPr>
    </w:p>
    <w:p w14:paraId="0BB79DEF" w14:textId="77777777" w:rsidR="00842CFC" w:rsidRDefault="00842CFC" w:rsidP="00842CFC">
      <w:pPr>
        <w:ind w:firstLine="720"/>
      </w:pPr>
    </w:p>
    <w:p w14:paraId="1E329911" w14:textId="77777777" w:rsidR="00842CFC" w:rsidRDefault="00842CFC" w:rsidP="00842CFC">
      <w:pPr>
        <w:ind w:firstLine="720"/>
      </w:pPr>
    </w:p>
    <w:p w14:paraId="1626E058" w14:textId="77777777" w:rsidR="00842CFC" w:rsidRPr="00842CFC" w:rsidRDefault="00842CFC" w:rsidP="00842CFC">
      <w:pPr>
        <w:ind w:firstLine="720"/>
      </w:pPr>
    </w:p>
    <w:sectPr w:rsidR="00842CFC" w:rsidRPr="00842CFC" w:rsidSect="005123B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26E01"/>
    <w:multiLevelType w:val="multilevel"/>
    <w:tmpl w:val="B0AC3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4D314BC"/>
    <w:multiLevelType w:val="hybridMultilevel"/>
    <w:tmpl w:val="64F2FE60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D2936B2"/>
    <w:multiLevelType w:val="hybridMultilevel"/>
    <w:tmpl w:val="7E82A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proofState w:spelling="clean" w:grammar="clean"/>
  <w:attachedTemplate r:id="rId1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E10"/>
    <w:rsid w:val="0003594C"/>
    <w:rsid w:val="00151531"/>
    <w:rsid w:val="00353310"/>
    <w:rsid w:val="005123BC"/>
    <w:rsid w:val="00515CC0"/>
    <w:rsid w:val="00553E10"/>
    <w:rsid w:val="00640CE5"/>
    <w:rsid w:val="007479E9"/>
    <w:rsid w:val="007A59A2"/>
    <w:rsid w:val="007B7DE0"/>
    <w:rsid w:val="00842CFC"/>
    <w:rsid w:val="00882B10"/>
    <w:rsid w:val="00C37F5D"/>
    <w:rsid w:val="00C46F2C"/>
    <w:rsid w:val="00D94EC4"/>
    <w:rsid w:val="00F31E8E"/>
    <w:rsid w:val="00F7417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417F4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3310"/>
    <w:pPr>
      <w:spacing w:after="0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3310"/>
    <w:pPr>
      <w:spacing w:after="0"/>
    </w:pPr>
    <w:rPr>
      <w:sz w:val="22"/>
      <w:szCs w:val="22"/>
      <w:lang w:eastAsia="ko-K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42CFC"/>
    <w:pPr>
      <w:spacing w:after="200" w:line="276" w:lineRule="auto"/>
      <w:ind w:left="720"/>
      <w:contextualSpacing/>
    </w:pPr>
    <w:rPr>
      <w:lang w:eastAsia="ko-K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3310"/>
    <w:pPr>
      <w:spacing w:after="0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3310"/>
    <w:pPr>
      <w:spacing w:after="0"/>
    </w:pPr>
    <w:rPr>
      <w:sz w:val="22"/>
      <w:szCs w:val="22"/>
      <w:lang w:eastAsia="ko-K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42CFC"/>
    <w:pPr>
      <w:spacing w:after="200" w:line="276" w:lineRule="auto"/>
      <w:ind w:left="720"/>
      <w:contextualSpacing/>
    </w:pPr>
    <w:rPr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breverman:ISBArt:2011-12%20revised%20rubrics:studio%20app%20201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D84D670-15C7-1649-9692-ABE33615C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studio app 2013.dotx</Template>
  <TotalTime>3</TotalTime>
  <Pages>1</Pages>
  <Words>188</Words>
  <Characters>1076</Characters>
  <Application>Microsoft Macintosh Word</Application>
  <DocSecurity>0</DocSecurity>
  <Lines>8</Lines>
  <Paragraphs>2</Paragraphs>
  <ScaleCrop>false</ScaleCrop>
  <Company/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Reverman [STAFF]</dc:creator>
  <cp:keywords/>
  <dc:description/>
  <cp:lastModifiedBy>Brian Reverman [STAFF]</cp:lastModifiedBy>
  <cp:revision>2</cp:revision>
  <cp:lastPrinted>2012-09-24T01:42:00Z</cp:lastPrinted>
  <dcterms:created xsi:type="dcterms:W3CDTF">2015-08-10T01:07:00Z</dcterms:created>
  <dcterms:modified xsi:type="dcterms:W3CDTF">2015-08-10T01:07:00Z</dcterms:modified>
</cp:coreProperties>
</file>